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7AADBC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545C3A">
        <w:rPr>
          <w:rStyle w:val="Strong"/>
          <w:rFonts w:asciiTheme="minorHAnsi" w:hAnsiTheme="minorHAnsi" w:cstheme="minorHAnsi"/>
          <w:lang w:val="en-GB"/>
        </w:rPr>
        <w:t>46-G007-24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3BBB7762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>This project is to support effic</w:t>
      </w:r>
      <w:r w:rsidR="00C05FA5">
        <w:rPr>
          <w:lang w:val="en-GB"/>
        </w:rPr>
        <w:t>iency of fuel Delivery on South Tarawa and the Outer Island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6A887030" w:rsidR="005B5FC5" w:rsidRPr="005B5FC5" w:rsidRDefault="005B5FC5" w:rsidP="005B5FC5">
      <w:pPr>
        <w:rPr>
          <w:lang w:val="en-GB"/>
        </w:rPr>
      </w:pPr>
      <w:r>
        <w:rPr>
          <w:lang w:val="en-GB"/>
        </w:rPr>
        <w:t>To be installed at outer islands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2F51FD62" w:rsidR="00C44890" w:rsidRPr="00492684" w:rsidRDefault="00C05FA5" w:rsidP="00C44890">
      <w:pPr>
        <w:rPr>
          <w:lang w:val="en-GB"/>
        </w:rPr>
      </w:pPr>
      <w:r>
        <w:rPr>
          <w:lang w:val="en-GB"/>
        </w:rPr>
        <w:t>60</w:t>
      </w:r>
      <w:r w:rsidR="005B5FC5">
        <w:rPr>
          <w:lang w:val="en-GB"/>
        </w:rPr>
        <w:t xml:space="preserve"> days after first payment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7946"/>
      </w:tblGrid>
      <w:tr w:rsidR="00C05FA5" w:rsidRPr="00492684" w14:paraId="7BA20976" w14:textId="59B94A2B" w:rsidTr="00C0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4" w:type="dxa"/>
          </w:tcPr>
          <w:p w14:paraId="3F255CAF" w14:textId="77777777" w:rsidR="00C05FA5" w:rsidRPr="00492684" w:rsidRDefault="00C05FA5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7946" w:type="dxa"/>
          </w:tcPr>
          <w:p w14:paraId="176179CC" w14:textId="77777777" w:rsidR="00C05FA5" w:rsidRPr="00492684" w:rsidRDefault="00C05FA5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</w:tr>
      <w:tr w:rsidR="00C05FA5" w:rsidRPr="00492684" w14:paraId="6E6D2AD2" w14:textId="41F29E74" w:rsidTr="00C0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4" w:type="dxa"/>
          </w:tcPr>
          <w:p w14:paraId="1251E1A4" w14:textId="77777777" w:rsidR="00C05FA5" w:rsidRPr="00492684" w:rsidRDefault="00C05FA5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1</w:t>
            </w:r>
          </w:p>
        </w:tc>
        <w:tc>
          <w:tcPr>
            <w:tcW w:w="7946" w:type="dxa"/>
          </w:tcPr>
          <w:p w14:paraId="542643B1" w14:textId="77777777" w:rsidR="00C05FA5" w:rsidRDefault="00C05FA5" w:rsidP="00C05FA5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5AFFCF57" wp14:editId="22C227FB">
                  <wp:extent cx="4572000" cy="4695825"/>
                  <wp:effectExtent l="0" t="0" r="0" b="9525"/>
                  <wp:docPr id="1" name="Picture 1" descr="C:\Users\Tatang\AppData\Local\Packages\Microsoft.Windows.Photos_8wekyb3d8bbwe\TempState\ShareServiceTempFolder\image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atang\AppData\Local\Packages\Microsoft.Windows.Photos_8wekyb3d8bbwe\TempState\ShareServiceTempFolder\image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469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A0819" w14:textId="7C8BEB7F" w:rsidR="00C05FA5" w:rsidRPr="00492684" w:rsidRDefault="00C05FA5" w:rsidP="00A6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5FA5" w:rsidRPr="00492684" w14:paraId="774E0324" w14:textId="3A7B6733" w:rsidTr="00C0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4" w:type="dxa"/>
          </w:tcPr>
          <w:p w14:paraId="6D10AE33" w14:textId="77777777" w:rsidR="00C05FA5" w:rsidRPr="00492684" w:rsidRDefault="00C05FA5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7946" w:type="dxa"/>
          </w:tcPr>
          <w:p w14:paraId="33F7DABB" w14:textId="6DCC8380" w:rsidR="00C05FA5" w:rsidRPr="00492684" w:rsidRDefault="00C05FA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5FA5" w:rsidRPr="00492684" w14:paraId="4278F09A" w14:textId="5BE1C4CD" w:rsidTr="00C0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4" w:type="dxa"/>
          </w:tcPr>
          <w:p w14:paraId="06DB6EA6" w14:textId="77777777" w:rsidR="00C05FA5" w:rsidRPr="00492684" w:rsidRDefault="00C05FA5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7946" w:type="dxa"/>
          </w:tcPr>
          <w:p w14:paraId="2B307F71" w14:textId="77777777" w:rsidR="00C05FA5" w:rsidRPr="00492684" w:rsidRDefault="00C05FA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5FA5" w:rsidRPr="00492684" w14:paraId="50AC8E16" w14:textId="0172A703" w:rsidTr="00C0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4" w:type="dxa"/>
          </w:tcPr>
          <w:p w14:paraId="34B309EE" w14:textId="77777777" w:rsidR="00C05FA5" w:rsidRPr="00492684" w:rsidRDefault="00C05FA5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7946" w:type="dxa"/>
          </w:tcPr>
          <w:p w14:paraId="5390BBF6" w14:textId="77777777" w:rsidR="00C05FA5" w:rsidRPr="00492684" w:rsidRDefault="00C05FA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E83C4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54F95" w14:textId="77777777" w:rsidR="00E83C43" w:rsidRDefault="00E83C43">
      <w:r>
        <w:separator/>
      </w:r>
    </w:p>
  </w:endnote>
  <w:endnote w:type="continuationSeparator" w:id="0">
    <w:p w14:paraId="117A842D" w14:textId="77777777" w:rsidR="00E83C43" w:rsidRDefault="00E83C43">
      <w:r>
        <w:continuationSeparator/>
      </w:r>
    </w:p>
  </w:endnote>
  <w:endnote w:type="continuationNotice" w:id="1">
    <w:p w14:paraId="7C7D0343" w14:textId="77777777" w:rsidR="00E83C43" w:rsidRDefault="00E83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5FA5" w:rsidRPr="00C05FA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5FA5" w:rsidRPr="00C05FA5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56E7CDE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45C3A">
      <w:rPr>
        <w:noProof/>
      </w:rPr>
      <w:t>2024-02-29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6A26B" w14:textId="77777777" w:rsidR="00E83C43" w:rsidRDefault="00E83C43">
      <w:r>
        <w:separator/>
      </w:r>
    </w:p>
  </w:footnote>
  <w:footnote w:type="continuationSeparator" w:id="0">
    <w:p w14:paraId="279B744A" w14:textId="77777777" w:rsidR="00E83C43" w:rsidRDefault="00E83C43">
      <w:r>
        <w:continuationSeparator/>
      </w:r>
    </w:p>
  </w:footnote>
  <w:footnote w:type="continuationNotice" w:id="1">
    <w:p w14:paraId="65FC9F1E" w14:textId="77777777" w:rsidR="00E83C43" w:rsidRDefault="00E83C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31AFCD1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67464">
    <w:abstractNumId w:val="1"/>
  </w:num>
  <w:num w:numId="2" w16cid:durableId="379790626">
    <w:abstractNumId w:val="13"/>
  </w:num>
  <w:num w:numId="3" w16cid:durableId="417681921">
    <w:abstractNumId w:val="14"/>
  </w:num>
  <w:num w:numId="4" w16cid:durableId="1331955356">
    <w:abstractNumId w:val="5"/>
  </w:num>
  <w:num w:numId="5" w16cid:durableId="1799253359">
    <w:abstractNumId w:val="4"/>
  </w:num>
  <w:num w:numId="6" w16cid:durableId="962006216">
    <w:abstractNumId w:val="9"/>
  </w:num>
  <w:num w:numId="7" w16cid:durableId="405342843">
    <w:abstractNumId w:val="6"/>
  </w:num>
  <w:num w:numId="8" w16cid:durableId="524297308">
    <w:abstractNumId w:val="11"/>
  </w:num>
  <w:num w:numId="9" w16cid:durableId="1350914674">
    <w:abstractNumId w:val="0"/>
  </w:num>
  <w:num w:numId="10" w16cid:durableId="2096591582">
    <w:abstractNumId w:val="10"/>
  </w:num>
  <w:num w:numId="11" w16cid:durableId="1747650967">
    <w:abstractNumId w:val="2"/>
  </w:num>
  <w:num w:numId="12" w16cid:durableId="1457992103">
    <w:abstractNumId w:val="8"/>
  </w:num>
  <w:num w:numId="13" w16cid:durableId="1471758">
    <w:abstractNumId w:val="12"/>
  </w:num>
  <w:num w:numId="14" w16cid:durableId="1725329850">
    <w:abstractNumId w:val="3"/>
  </w:num>
  <w:num w:numId="15" w16cid:durableId="17243340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6EDB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C3A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5FA5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3C43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31AB03-BCF5-4CC7-A460-48B410BE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</TotalTime>
  <Pages>3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2024-02-29T03:14:00Z</dcterms:created>
  <dcterms:modified xsi:type="dcterms:W3CDTF">2024-02-29T03:37:00Z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